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F3588F3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77777777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>&lt;insert project background and objectives&gt;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6561259C" w:rsidR="002A4740" w:rsidRPr="00492684" w:rsidRDefault="002A4740" w:rsidP="00C44890">
      <w:pPr>
        <w:rPr>
          <w:lang w:val="en-GB"/>
        </w:rPr>
      </w:pPr>
      <w:r w:rsidRPr="00492684">
        <w:rPr>
          <w:highlight w:val="yellow"/>
          <w:lang w:val="en-GB"/>
        </w:rPr>
        <w:t>&lt;list other general requirements&gt;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5775E22A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 xml:space="preserve">&lt;insert </w:t>
      </w:r>
      <w:r w:rsidR="002A4740" w:rsidRPr="00492684">
        <w:rPr>
          <w:highlight w:val="yellow"/>
          <w:lang w:val="en-GB"/>
        </w:rPr>
        <w:t>related services</w:t>
      </w:r>
      <w:r w:rsidRPr="00492684">
        <w:rPr>
          <w:highlight w:val="yellow"/>
          <w:lang w:val="en-GB"/>
        </w:rPr>
        <w:t>&gt;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4DDFEC45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>&lt;insert requested delivery time</w:t>
      </w:r>
      <w:r w:rsidR="00772E21" w:rsidRPr="00492684">
        <w:rPr>
          <w:highlight w:val="yellow"/>
          <w:lang w:val="en-GB"/>
        </w:rPr>
        <w:t>, if general, otherwise in the table below</w:t>
      </w:r>
      <w:r w:rsidRPr="00492684">
        <w:rPr>
          <w:highlight w:val="yellow"/>
          <w:lang w:val="en-GB"/>
        </w:rPr>
        <w:t>&gt;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5083A" w14:textId="77777777" w:rsidR="00C411CA" w:rsidRDefault="00C411CA">
      <w:r>
        <w:separator/>
      </w:r>
    </w:p>
  </w:endnote>
  <w:endnote w:type="continuationSeparator" w:id="0">
    <w:p w14:paraId="2985953F" w14:textId="77777777" w:rsidR="00C411CA" w:rsidRDefault="00C411CA">
      <w:r>
        <w:continuationSeparator/>
      </w:r>
    </w:p>
  </w:endnote>
  <w:endnote w:type="continuationNotice" w:id="1">
    <w:p w14:paraId="2406DCEB" w14:textId="77777777" w:rsidR="00C411CA" w:rsidRDefault="00C411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4E75B8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D2857">
      <w:rPr>
        <w:noProof/>
      </w:rPr>
      <w:t>2025-01-24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E3C39" w14:textId="77777777" w:rsidR="00C411CA" w:rsidRDefault="00C411CA">
      <w:r>
        <w:separator/>
      </w:r>
    </w:p>
  </w:footnote>
  <w:footnote w:type="continuationSeparator" w:id="0">
    <w:p w14:paraId="1D6BC44B" w14:textId="77777777" w:rsidR="00C411CA" w:rsidRDefault="00C411CA">
      <w:r>
        <w:continuationSeparator/>
      </w:r>
    </w:p>
  </w:footnote>
  <w:footnote w:type="continuationNotice" w:id="1">
    <w:p w14:paraId="6849C22B" w14:textId="77777777" w:rsidR="00C411CA" w:rsidRDefault="00C411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1"/>
  </w:num>
  <w:num w:numId="2" w16cid:durableId="626085016">
    <w:abstractNumId w:val="13"/>
  </w:num>
  <w:num w:numId="3" w16cid:durableId="172914133">
    <w:abstractNumId w:val="14"/>
  </w:num>
  <w:num w:numId="4" w16cid:durableId="481779616">
    <w:abstractNumId w:val="5"/>
  </w:num>
  <w:num w:numId="5" w16cid:durableId="689766439">
    <w:abstractNumId w:val="4"/>
  </w:num>
  <w:num w:numId="6" w16cid:durableId="1904874696">
    <w:abstractNumId w:val="9"/>
  </w:num>
  <w:num w:numId="7" w16cid:durableId="76295607">
    <w:abstractNumId w:val="6"/>
  </w:num>
  <w:num w:numId="8" w16cid:durableId="29843026">
    <w:abstractNumId w:val="11"/>
  </w:num>
  <w:num w:numId="9" w16cid:durableId="1288855789">
    <w:abstractNumId w:val="0"/>
  </w:num>
  <w:num w:numId="10" w16cid:durableId="335377643">
    <w:abstractNumId w:val="10"/>
  </w:num>
  <w:num w:numId="11" w16cid:durableId="1242834836">
    <w:abstractNumId w:val="2"/>
  </w:num>
  <w:num w:numId="12" w16cid:durableId="1607346612">
    <w:abstractNumId w:val="8"/>
  </w:num>
  <w:num w:numId="13" w16cid:durableId="1585450875">
    <w:abstractNumId w:val="12"/>
  </w:num>
  <w:num w:numId="14" w16cid:durableId="335111046">
    <w:abstractNumId w:val="3"/>
  </w:num>
  <w:num w:numId="15" w16cid:durableId="184674899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83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609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2013-10-18T08:32:00Z</cp:lastPrinted>
  <dcterms:created xsi:type="dcterms:W3CDTF">2020-07-06T12:33:00Z</dcterms:created>
  <dcterms:modified xsi:type="dcterms:W3CDTF">2025-01-23T23:28:00Z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